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5FB652A2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307D83">
        <w:rPr>
          <w:rFonts w:ascii="Calibri" w:hAnsi="Calibri" w:cs="Calibri"/>
          <w:bCs/>
          <w:sz w:val="24"/>
          <w:szCs w:val="24"/>
        </w:rPr>
        <w:t>232/2023</w:t>
      </w:r>
    </w:p>
    <w:p w14:paraId="1554A887" w14:textId="6FD9205A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307D83">
        <w:rPr>
          <w:rFonts w:ascii="Calibri" w:hAnsi="Calibri" w:cs="Calibri"/>
          <w:sz w:val="24"/>
          <w:szCs w:val="24"/>
        </w:rPr>
        <w:t>15.872/2023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72DC679D" w14:textId="64325B32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307D83">
        <w:rPr>
          <w:rFonts w:ascii="Calibri" w:hAnsi="Calibri" w:cs="Calibri"/>
          <w:bCs/>
          <w:sz w:val="24"/>
          <w:szCs w:val="24"/>
        </w:rPr>
        <w:t>POR LOTE</w:t>
      </w:r>
    </w:p>
    <w:p w14:paraId="0E2A8E58" w14:textId="20159CE3" w:rsidR="00E6642E" w:rsidRPr="00307D83" w:rsidRDefault="00F5348B" w:rsidP="00E6642E">
      <w:pPr>
        <w:jc w:val="both"/>
        <w:rPr>
          <w:rFonts w:ascii="Leelawadee UI Semilight" w:hAnsi="Leelawadee UI Semilight"/>
          <w:color w:val="000000"/>
          <w:sz w:val="24"/>
          <w:szCs w:val="22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307D83" w:rsidRPr="00307D83">
        <w:rPr>
          <w:rFonts w:asciiTheme="minorHAnsi" w:hAnsiTheme="minorHAnsi" w:cstheme="minorHAnsi"/>
          <w:b/>
          <w:sz w:val="24"/>
          <w:szCs w:val="22"/>
        </w:rPr>
        <w:t>REGISTRO DE PREÇOS para futura e eventual</w:t>
      </w:r>
      <w:r w:rsidR="00307D83" w:rsidRPr="00307D83">
        <w:rPr>
          <w:rFonts w:cstheme="minorHAnsi"/>
          <w:b/>
          <w:sz w:val="24"/>
          <w:szCs w:val="22"/>
        </w:rPr>
        <w:t xml:space="preserve"> </w:t>
      </w:r>
      <w:r w:rsidR="00307D83" w:rsidRPr="00307D83">
        <w:rPr>
          <w:rFonts w:ascii="Leelawadee UI Semilight" w:hAnsi="Leelawadee UI Semilight"/>
          <w:color w:val="000000"/>
          <w:sz w:val="24"/>
          <w:szCs w:val="22"/>
        </w:rPr>
        <w:t xml:space="preserve">aquisição, sob demanda, de </w:t>
      </w:r>
      <w:r w:rsidR="00307D83" w:rsidRPr="00307D83">
        <w:rPr>
          <w:rFonts w:asciiTheme="minorHAnsi" w:hAnsiTheme="minorHAnsi" w:cstheme="minorHAnsi"/>
          <w:b/>
          <w:sz w:val="24"/>
          <w:szCs w:val="22"/>
        </w:rPr>
        <w:t xml:space="preserve">PULSEIRAS DE IDENTIFICAÇÃO E CLASSIFICAÇÃO DE RISCO </w:t>
      </w:r>
      <w:r w:rsidR="00307D83" w:rsidRPr="00307D83">
        <w:rPr>
          <w:rFonts w:ascii="Leelawadee UI Semilight" w:hAnsi="Leelawadee UI Semilight"/>
          <w:color w:val="000000"/>
          <w:sz w:val="24"/>
          <w:szCs w:val="22"/>
        </w:rPr>
        <w:t>para atender às necessidades do Hospital Municipal Raul Sertã, pelo período de 12 (doze) meses.</w:t>
      </w:r>
    </w:p>
    <w:p w14:paraId="1508E8E1" w14:textId="77777777" w:rsidR="00F5348B" w:rsidRPr="00307D83" w:rsidRDefault="00F5348B">
      <w:pPr>
        <w:jc w:val="both"/>
        <w:rPr>
          <w:rFonts w:ascii="Leelawadee UI Semilight" w:hAnsi="Leelawadee UI Semilight"/>
          <w:color w:val="000000"/>
          <w:sz w:val="24"/>
          <w:szCs w:val="22"/>
        </w:rPr>
      </w:pPr>
    </w:p>
    <w:p w14:paraId="11DACB0B" w14:textId="77777777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646CA5E2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E6642E">
        <w:rPr>
          <w:rFonts w:ascii="Calibri" w:hAnsi="Calibri" w:cs="Calibri"/>
          <w:sz w:val="22"/>
          <w:szCs w:val="22"/>
        </w:rPr>
        <w:t xml:space="preserve">n.º </w:t>
      </w:r>
      <w:r>
        <w:rPr>
          <w:rFonts w:ascii="Calibri" w:hAnsi="Calibri" w:cs="Calibri"/>
          <w:sz w:val="22"/>
          <w:szCs w:val="22"/>
        </w:rPr>
        <w:t xml:space="preserve">8.666/93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307D83">
        <w:rPr>
          <w:rFonts w:ascii="Calibri" w:hAnsi="Calibri" w:cs="Calibri"/>
          <w:b/>
          <w:bCs/>
          <w:sz w:val="22"/>
          <w:szCs w:val="22"/>
        </w:rPr>
        <w:t xml:space="preserve">15.872/2023, </w:t>
      </w:r>
      <w:r>
        <w:rPr>
          <w:rFonts w:ascii="Calibri" w:hAnsi="Calibri" w:cs="Calibri"/>
          <w:sz w:val="22"/>
          <w:szCs w:val="22"/>
        </w:rPr>
        <w:t xml:space="preserve">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307D83">
        <w:rPr>
          <w:rFonts w:ascii="Calibri" w:hAnsi="Calibri" w:cs="Calibri"/>
          <w:b/>
          <w:bCs/>
          <w:sz w:val="22"/>
          <w:szCs w:val="22"/>
        </w:rPr>
        <w:t>232/2023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lastRenderedPageBreak/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4C3A60E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>/20</w:t>
      </w:r>
      <w:r w:rsidR="00627B3A">
        <w:rPr>
          <w:rFonts w:ascii="Calibri" w:hAnsi="Calibri" w:cs="Calibri"/>
          <w:sz w:val="22"/>
          <w:szCs w:val="22"/>
        </w:rPr>
        <w:t>2</w:t>
      </w:r>
      <w:r w:rsidR="00E6642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2AF4BE50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68031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56B2D01" w14:textId="77777777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307D83">
      <w:headerReference w:type="default" r:id="rId7"/>
      <w:pgSz w:w="12240" w:h="15840"/>
      <w:pgMar w:top="1482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802E" w14:textId="77777777" w:rsidR="00A50AD9" w:rsidRDefault="00A50AD9">
      <w:r>
        <w:separator/>
      </w:r>
    </w:p>
  </w:endnote>
  <w:endnote w:type="continuationSeparator" w:id="0">
    <w:p w14:paraId="01C988A9" w14:textId="77777777" w:rsidR="00A50AD9" w:rsidRDefault="00A5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7342" w14:textId="77777777" w:rsidR="00A50AD9" w:rsidRDefault="00A50AD9">
      <w:r>
        <w:separator/>
      </w:r>
    </w:p>
  </w:footnote>
  <w:footnote w:type="continuationSeparator" w:id="0">
    <w:p w14:paraId="0E2D8053" w14:textId="77777777" w:rsidR="00A50AD9" w:rsidRDefault="00A5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4885" w14:textId="11FB9680" w:rsidR="00F5348B" w:rsidRPr="00307D83" w:rsidRDefault="00307D83" w:rsidP="00307D83">
    <w:pPr>
      <w:ind w:left="426" w:hanging="568"/>
      <w:rPr>
        <w:b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B137B3A" wp14:editId="466E568F">
              <wp:simplePos x="0" y="0"/>
              <wp:positionH relativeFrom="column">
                <wp:posOffset>4303395</wp:posOffset>
              </wp:positionH>
              <wp:positionV relativeFrom="paragraph">
                <wp:posOffset>262890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C530D7A" w14:textId="77777777" w:rsidR="00307D83" w:rsidRDefault="00307D83" w:rsidP="00307D83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15.872/2023</w:t>
                          </w:r>
                        </w:p>
                        <w:p w14:paraId="3938CA9A" w14:textId="77777777" w:rsidR="00307D83" w:rsidRDefault="00307D83" w:rsidP="00307D83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137B3A" id="Retângulo 4" o:spid="_x0000_s1026" style="position:absolute;left:0;text-align:left;margin-left:338.85pt;margin-top:20.7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" strokeweight=".26mm">
              <v:stroke joinstyle="round"/>
              <v:path arrowok="t"/>
              <v:textbox>
                <w:txbxContent>
                  <w:p w14:paraId="1C530D7A" w14:textId="77777777" w:rsidR="00307D83" w:rsidRDefault="00307D83" w:rsidP="00307D83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15.872/2023</w:t>
                    </w:r>
                  </w:p>
                  <w:p w14:paraId="3938CA9A" w14:textId="77777777" w:rsidR="00307D83" w:rsidRDefault="00307D83" w:rsidP="00307D83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b/>
        <w:noProof/>
        <w:sz w:val="16"/>
        <w:szCs w:val="18"/>
      </w:rPr>
      <w:drawing>
        <wp:inline distT="0" distB="0" distL="0" distR="0" wp14:anchorId="50B2CD9F" wp14:editId="768733A3">
          <wp:extent cx="3880485" cy="987425"/>
          <wp:effectExtent l="0" t="0" r="0" b="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307D83"/>
    <w:rsid w:val="00627B3A"/>
    <w:rsid w:val="0068031E"/>
    <w:rsid w:val="00684609"/>
    <w:rsid w:val="00723596"/>
    <w:rsid w:val="00795B26"/>
    <w:rsid w:val="007D119C"/>
    <w:rsid w:val="008641C2"/>
    <w:rsid w:val="00926984"/>
    <w:rsid w:val="00A23F46"/>
    <w:rsid w:val="00A50AD9"/>
    <w:rsid w:val="00A962B8"/>
    <w:rsid w:val="00AE3572"/>
    <w:rsid w:val="00BD6837"/>
    <w:rsid w:val="00BF5F54"/>
    <w:rsid w:val="00E6642E"/>
    <w:rsid w:val="00F5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12</TotalTime>
  <Pages>2</Pages>
  <Words>584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Win10</cp:lastModifiedBy>
  <cp:revision>6</cp:revision>
  <cp:lastPrinted>2021-01-28T21:09:00Z</cp:lastPrinted>
  <dcterms:created xsi:type="dcterms:W3CDTF">2022-01-24T17:31:00Z</dcterms:created>
  <dcterms:modified xsi:type="dcterms:W3CDTF">2023-11-09T17:09:00Z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